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4"/>
        <w:gridCol w:w="6520"/>
      </w:tblGrid>
      <w:tr w:rsidR="00744976" w:rsidRPr="00BD1944" w14:paraId="11E29CE1" w14:textId="77777777" w:rsidTr="001D00B5">
        <w:trPr>
          <w:trHeight w:val="454"/>
        </w:trPr>
        <w:tc>
          <w:tcPr>
            <w:tcW w:w="2694" w:type="dxa"/>
            <w:shd w:val="clear" w:color="auto" w:fill="auto"/>
            <w:vAlign w:val="center"/>
          </w:tcPr>
          <w:p w14:paraId="4AF2EADD" w14:textId="6E0533F6" w:rsidR="00AD6CC9" w:rsidRPr="00AD6CC9" w:rsidRDefault="009D79D6" w:rsidP="001D00B5">
            <w:pPr>
              <w:pStyle w:val="Tabellefrei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Bitte ankreuzen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428F241" w14:textId="325B8510" w:rsidR="00744976" w:rsidRPr="00744976" w:rsidRDefault="009D79D6" w:rsidP="001D00B5">
            <w:pPr>
              <w:pStyle w:val="Tabellefrei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</w:t>
            </w:r>
            <w:r>
              <w:rPr>
                <w:rFonts w:ascii="Trebuchet MS" w:hAnsi="Trebuchet MS"/>
                <w:sz w:val="22"/>
                <w:szCs w:val="22"/>
              </w:rPr>
              <w:sym w:font="Wingdings" w:char="F071"/>
            </w:r>
            <w:r>
              <w:rPr>
                <w:rFonts w:ascii="Trebuchet MS" w:hAnsi="Trebuchet MS"/>
                <w:sz w:val="22"/>
                <w:szCs w:val="22"/>
              </w:rPr>
              <w:t xml:space="preserve"> Fehler              </w:t>
            </w:r>
            <w:r>
              <w:rPr>
                <w:rFonts w:ascii="Trebuchet MS" w:hAnsi="Trebuchet MS"/>
                <w:sz w:val="22"/>
                <w:szCs w:val="22"/>
              </w:rPr>
              <w:sym w:font="Wingdings" w:char="F071"/>
            </w:r>
            <w:r>
              <w:rPr>
                <w:rFonts w:ascii="Trebuchet MS" w:hAnsi="Trebuchet MS"/>
                <w:sz w:val="22"/>
                <w:szCs w:val="22"/>
              </w:rPr>
              <w:t xml:space="preserve"> Beschwerde              </w:t>
            </w:r>
          </w:p>
        </w:tc>
      </w:tr>
      <w:tr w:rsidR="009D79D6" w:rsidRPr="00BD1944" w14:paraId="2F438614" w14:textId="77777777" w:rsidTr="00861BB2">
        <w:trPr>
          <w:trHeight w:val="2560"/>
        </w:trPr>
        <w:tc>
          <w:tcPr>
            <w:tcW w:w="2694" w:type="dxa"/>
            <w:shd w:val="clear" w:color="auto" w:fill="auto"/>
            <w:vAlign w:val="center"/>
          </w:tcPr>
          <w:p w14:paraId="1BAB6387" w14:textId="0B8E610D" w:rsidR="009D79D6" w:rsidRPr="009D79D6" w:rsidRDefault="009D79D6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9D79D6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Beschreibung des </w:t>
            </w:r>
            <w:r w:rsidR="004116EF">
              <w:rPr>
                <w:rFonts w:ascii="Trebuchet MS" w:hAnsi="Trebuchet MS"/>
                <w:b/>
                <w:bCs/>
                <w:sz w:val="22"/>
                <w:szCs w:val="22"/>
              </w:rPr>
              <w:br/>
            </w:r>
            <w:r w:rsidRPr="009D79D6">
              <w:rPr>
                <w:rFonts w:ascii="Trebuchet MS" w:hAnsi="Trebuchet MS"/>
                <w:b/>
                <w:bCs/>
                <w:sz w:val="22"/>
                <w:szCs w:val="22"/>
              </w:rPr>
              <w:t>Vorfalls</w:t>
            </w:r>
          </w:p>
          <w:p w14:paraId="1D0633DC" w14:textId="195CE434" w:rsidR="009D79D6" w:rsidRPr="00744976" w:rsidRDefault="009D79D6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AD6CC9">
              <w:rPr>
                <w:rFonts w:ascii="Trebuchet MS" w:hAnsi="Trebuchet MS"/>
                <w:sz w:val="22"/>
                <w:szCs w:val="22"/>
              </w:rPr>
              <w:t>(</w:t>
            </w:r>
            <w:r>
              <w:rPr>
                <w:rFonts w:ascii="Trebuchet MS" w:hAnsi="Trebuchet MS"/>
                <w:sz w:val="22"/>
                <w:szCs w:val="22"/>
              </w:rPr>
              <w:t>Was ist passiert?</w:t>
            </w:r>
            <w:r w:rsidRPr="00AD6CC9">
              <w:rPr>
                <w:rFonts w:ascii="Trebuchet MS" w:hAnsi="Trebuchet MS"/>
                <w:sz w:val="22"/>
                <w:szCs w:val="22"/>
              </w:rPr>
              <w:t>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2004429" w14:textId="77777777" w:rsidR="009D79D6" w:rsidRPr="00744976" w:rsidRDefault="009D79D6" w:rsidP="00506873">
            <w:pPr>
              <w:pStyle w:val="Tabellefrei"/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D6CC9" w:rsidRPr="00BD1944" w14:paraId="7E730D13" w14:textId="77777777" w:rsidTr="00D2539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3DA9217B" w14:textId="77777777" w:rsidR="00AD6CC9" w:rsidRPr="00744976" w:rsidRDefault="00AD6CC9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Datum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C7638F0" w14:textId="77777777" w:rsidR="00AD6CC9" w:rsidRPr="00744976" w:rsidRDefault="00AD6CC9" w:rsidP="00506873">
            <w:pPr>
              <w:pStyle w:val="Tabellefrei"/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268CD" w:rsidRPr="00BD1944" w14:paraId="7C5AF555" w14:textId="77777777" w:rsidTr="00D2539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6CB44FFF" w14:textId="4DF21547" w:rsidR="002268CD" w:rsidRDefault="002268CD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Name </w:t>
            </w:r>
            <w:r w:rsidRPr="002268CD">
              <w:rPr>
                <w:rFonts w:ascii="Trebuchet MS" w:hAnsi="Trebuchet MS"/>
                <w:bCs/>
                <w:sz w:val="22"/>
                <w:szCs w:val="22"/>
              </w:rPr>
              <w:t>(freiwillig)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5C6DD395" w14:textId="77777777" w:rsidR="002268CD" w:rsidRPr="00744976" w:rsidRDefault="002268CD" w:rsidP="00506873">
            <w:pPr>
              <w:pStyle w:val="Tabellefrei"/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D6CC9" w:rsidRPr="00AD6CC9" w14:paraId="18F8BFC5" w14:textId="77777777" w:rsidTr="002268CD">
        <w:trPr>
          <w:trHeight w:val="601"/>
        </w:trPr>
        <w:tc>
          <w:tcPr>
            <w:tcW w:w="2694" w:type="dxa"/>
            <w:shd w:val="clear" w:color="auto" w:fill="auto"/>
            <w:vAlign w:val="center"/>
          </w:tcPr>
          <w:p w14:paraId="4C588658" w14:textId="7DB51E39" w:rsidR="00AD6CC9" w:rsidRPr="00AD6CC9" w:rsidRDefault="002268CD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Einstufung</w:t>
            </w:r>
            <w:r w:rsidR="003C23C5"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2268CD">
              <w:rPr>
                <w:rFonts w:ascii="Trebuchet MS" w:hAnsi="Trebuchet MS"/>
                <w:bCs/>
                <w:sz w:val="22"/>
                <w:szCs w:val="22"/>
              </w:rPr>
              <w:t>(</w:t>
            </w:r>
            <w:r w:rsidR="002A0B5F">
              <w:rPr>
                <w:rFonts w:ascii="Trebuchet MS" w:hAnsi="Trebuchet MS"/>
                <w:bCs/>
                <w:sz w:val="22"/>
                <w:szCs w:val="22"/>
              </w:rPr>
              <w:t>W</w:t>
            </w:r>
            <w:r w:rsidRPr="002268CD">
              <w:rPr>
                <w:rFonts w:ascii="Trebuchet MS" w:hAnsi="Trebuchet MS"/>
                <w:bCs/>
                <w:sz w:val="22"/>
                <w:szCs w:val="22"/>
              </w:rPr>
              <w:t xml:space="preserve">ie schwerwiegend ist der </w:t>
            </w:r>
            <w:r w:rsidR="009D79D6">
              <w:rPr>
                <w:rFonts w:ascii="Trebuchet MS" w:hAnsi="Trebuchet MS"/>
                <w:bCs/>
                <w:sz w:val="22"/>
                <w:szCs w:val="22"/>
              </w:rPr>
              <w:t>Vorfall</w:t>
            </w:r>
            <w:r w:rsidRPr="002268CD">
              <w:rPr>
                <w:rFonts w:ascii="Trebuchet MS" w:hAnsi="Trebuchet MS"/>
                <w:bCs/>
                <w:sz w:val="22"/>
                <w:szCs w:val="22"/>
              </w:rPr>
              <w:t>?)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B26C24B" w14:textId="313C7595" w:rsidR="00AD6CC9" w:rsidRPr="00AD6CC9" w:rsidRDefault="002268CD" w:rsidP="00506873">
            <w:pPr>
              <w:numPr>
                <w:ilvl w:val="0"/>
                <w:numId w:val="46"/>
              </w:num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leicht              </w:t>
            </w:r>
            <w:r>
              <w:rPr>
                <w:rFonts w:ascii="Trebuchet MS" w:hAnsi="Trebuchet MS"/>
                <w:sz w:val="22"/>
                <w:szCs w:val="22"/>
              </w:rPr>
              <w:sym w:font="Wingdings" w:char="F071"/>
            </w:r>
            <w:r>
              <w:rPr>
                <w:rFonts w:ascii="Trebuchet MS" w:hAnsi="Trebuchet MS"/>
                <w:sz w:val="22"/>
                <w:szCs w:val="22"/>
              </w:rPr>
              <w:t xml:space="preserve"> mittel              </w:t>
            </w:r>
            <w:r>
              <w:rPr>
                <w:rFonts w:ascii="Trebuchet MS" w:hAnsi="Trebuchet MS"/>
                <w:sz w:val="22"/>
                <w:szCs w:val="22"/>
              </w:rPr>
              <w:sym w:font="Wingdings" w:char="F071"/>
            </w:r>
            <w:r>
              <w:rPr>
                <w:rFonts w:ascii="Trebuchet MS" w:hAnsi="Trebuchet MS"/>
                <w:sz w:val="22"/>
                <w:szCs w:val="22"/>
              </w:rPr>
              <w:t xml:space="preserve"> schwer</w:t>
            </w:r>
          </w:p>
        </w:tc>
      </w:tr>
      <w:tr w:rsidR="002268CD" w:rsidRPr="00AD6CC9" w14:paraId="0465574C" w14:textId="77777777" w:rsidTr="00D2539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582F2038" w14:textId="4F949ADC" w:rsidR="002268CD" w:rsidRDefault="002268CD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Häufigkeit des </w:t>
            </w:r>
            <w:r w:rsidR="009D79D6">
              <w:rPr>
                <w:rFonts w:ascii="Trebuchet MS" w:hAnsi="Trebuchet MS"/>
                <w:b/>
                <w:sz w:val="22"/>
                <w:szCs w:val="22"/>
              </w:rPr>
              <w:t>Vorfalls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2F3F75C" w14:textId="079B9753" w:rsidR="002268CD" w:rsidRDefault="002268CD" w:rsidP="00506873">
            <w:pPr>
              <w:numPr>
                <w:ilvl w:val="0"/>
                <w:numId w:val="46"/>
              </w:num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erstmalig         </w:t>
            </w:r>
            <w:r>
              <w:rPr>
                <w:rFonts w:ascii="Trebuchet MS" w:hAnsi="Trebuchet MS"/>
                <w:sz w:val="22"/>
                <w:szCs w:val="22"/>
              </w:rPr>
              <w:sym w:font="Wingdings" w:char="F071"/>
            </w:r>
            <w:r>
              <w:rPr>
                <w:rFonts w:ascii="Trebuchet MS" w:hAnsi="Trebuchet MS"/>
                <w:sz w:val="22"/>
                <w:szCs w:val="22"/>
              </w:rPr>
              <w:t xml:space="preserve"> selten              </w:t>
            </w:r>
            <w:r>
              <w:rPr>
                <w:rFonts w:ascii="Trebuchet MS" w:hAnsi="Trebuchet MS"/>
                <w:sz w:val="22"/>
                <w:szCs w:val="22"/>
              </w:rPr>
              <w:sym w:font="Wingdings" w:char="F071"/>
            </w:r>
            <w:r>
              <w:rPr>
                <w:rFonts w:ascii="Trebuchet MS" w:hAnsi="Trebuchet MS"/>
                <w:sz w:val="22"/>
                <w:szCs w:val="22"/>
              </w:rPr>
              <w:t xml:space="preserve"> häufig</w:t>
            </w:r>
          </w:p>
        </w:tc>
      </w:tr>
      <w:tr w:rsidR="002268CD" w:rsidRPr="00AD6CC9" w14:paraId="15298456" w14:textId="77777777" w:rsidTr="00D2539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058D5BB9" w14:textId="43C503C9" w:rsidR="002268CD" w:rsidRDefault="002268CD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Besprechung in Teamsitzung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B0475D7" w14:textId="7FDC648F" w:rsidR="002268CD" w:rsidRDefault="002268CD" w:rsidP="00506873">
            <w:pPr>
              <w:numPr>
                <w:ilvl w:val="0"/>
                <w:numId w:val="46"/>
              </w:num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Ja, am: __________________________</w:t>
            </w:r>
          </w:p>
        </w:tc>
      </w:tr>
      <w:tr w:rsidR="002268CD" w:rsidRPr="00AD6CC9" w14:paraId="1E17BAAA" w14:textId="77777777" w:rsidTr="003C23C5">
        <w:trPr>
          <w:trHeight w:val="2001"/>
        </w:trPr>
        <w:tc>
          <w:tcPr>
            <w:tcW w:w="2694" w:type="dxa"/>
            <w:shd w:val="clear" w:color="auto" w:fill="auto"/>
            <w:vAlign w:val="center"/>
          </w:tcPr>
          <w:p w14:paraId="469B8A41" w14:textId="77777777" w:rsidR="002268CD" w:rsidRDefault="002268CD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Maßnahme </w:t>
            </w:r>
          </w:p>
          <w:p w14:paraId="0AA5E4AC" w14:textId="29FC5783" w:rsidR="002268CD" w:rsidRPr="002268CD" w:rsidRDefault="002268CD" w:rsidP="00506873">
            <w:pPr>
              <w:pStyle w:val="Tabellefrei"/>
              <w:spacing w:before="60" w:after="60"/>
              <w:rPr>
                <w:rFonts w:ascii="Trebuchet MS" w:hAnsi="Trebuchet MS"/>
                <w:bCs/>
                <w:sz w:val="22"/>
                <w:szCs w:val="22"/>
              </w:rPr>
            </w:pPr>
            <w:r w:rsidRPr="002268CD">
              <w:rPr>
                <w:rFonts w:ascii="Trebuchet MS" w:hAnsi="Trebuchet MS"/>
                <w:bCs/>
                <w:sz w:val="22"/>
                <w:szCs w:val="22"/>
              </w:rPr>
              <w:t xml:space="preserve">(Was wurde unternommen, um </w:t>
            </w:r>
            <w:r w:rsidR="009D79D6">
              <w:rPr>
                <w:rFonts w:ascii="Trebuchet MS" w:hAnsi="Trebuchet MS"/>
                <w:bCs/>
                <w:sz w:val="22"/>
                <w:szCs w:val="22"/>
              </w:rPr>
              <w:t>das Problem</w:t>
            </w:r>
            <w:r w:rsidRPr="002268CD">
              <w:rPr>
                <w:rFonts w:ascii="Trebuchet MS" w:hAnsi="Trebuchet MS"/>
                <w:bCs/>
                <w:sz w:val="22"/>
                <w:szCs w:val="22"/>
              </w:rPr>
              <w:t xml:space="preserve"> zu beheben?)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1942432C" w14:textId="77777777" w:rsidR="002268CD" w:rsidRDefault="002268CD" w:rsidP="002268CD">
            <w:pPr>
              <w:spacing w:before="60" w:after="60"/>
              <w:ind w:left="72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61BB2" w:rsidRPr="00AD6CC9" w14:paraId="4B43C378" w14:textId="77777777" w:rsidTr="00861BB2">
        <w:trPr>
          <w:trHeight w:val="1438"/>
        </w:trPr>
        <w:tc>
          <w:tcPr>
            <w:tcW w:w="2694" w:type="dxa"/>
            <w:shd w:val="clear" w:color="auto" w:fill="auto"/>
            <w:vAlign w:val="center"/>
          </w:tcPr>
          <w:p w14:paraId="2F8DA9DC" w14:textId="31970F41" w:rsidR="00861BB2" w:rsidRDefault="00861BB2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Ursachenanalyse </w:t>
            </w:r>
            <w:r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861BB2">
              <w:rPr>
                <w:rFonts w:ascii="Trebuchet MS" w:hAnsi="Trebuchet MS"/>
                <w:bCs/>
                <w:sz w:val="22"/>
                <w:szCs w:val="22"/>
              </w:rPr>
              <w:t xml:space="preserve">(Wie kam es zu dem </w:t>
            </w:r>
            <w:r>
              <w:rPr>
                <w:rFonts w:ascii="Trebuchet MS" w:hAnsi="Trebuchet MS"/>
                <w:bCs/>
                <w:sz w:val="22"/>
                <w:szCs w:val="22"/>
              </w:rPr>
              <w:br/>
            </w:r>
            <w:r w:rsidRPr="00861BB2">
              <w:rPr>
                <w:rFonts w:ascii="Trebuchet MS" w:hAnsi="Trebuchet MS"/>
                <w:bCs/>
                <w:sz w:val="22"/>
                <w:szCs w:val="22"/>
              </w:rPr>
              <w:t>Problem?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 Wie hätte es vermieden werden können?</w:t>
            </w:r>
            <w:r w:rsidRPr="00861BB2">
              <w:rPr>
                <w:rFonts w:ascii="Trebuchet MS" w:hAnsi="Trebuchet MS"/>
                <w:bCs/>
                <w:sz w:val="22"/>
                <w:szCs w:val="22"/>
              </w:rPr>
              <w:t>)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8BA39AE" w14:textId="77777777" w:rsidR="00861BB2" w:rsidRDefault="00861BB2" w:rsidP="002268CD">
            <w:pPr>
              <w:spacing w:before="60" w:after="60"/>
              <w:ind w:left="72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268CD" w:rsidRPr="00AD6CC9" w14:paraId="4D456497" w14:textId="77777777" w:rsidTr="00D25396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4F56ED07" w14:textId="6EED9E98" w:rsidR="002268CD" w:rsidRDefault="002268CD" w:rsidP="00506873">
            <w:pPr>
              <w:pStyle w:val="Tabellefrei"/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Kontrolle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B7ACDD4" w14:textId="252E7594" w:rsidR="002268CD" w:rsidRDefault="002268CD" w:rsidP="002268C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Datum der Kontrolle: ______________________</w:t>
            </w:r>
          </w:p>
          <w:p w14:paraId="09EC08F0" w14:textId="40C45E5C" w:rsidR="002268CD" w:rsidRDefault="009D79D6" w:rsidP="00506873">
            <w:pPr>
              <w:numPr>
                <w:ilvl w:val="0"/>
                <w:numId w:val="46"/>
              </w:num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Thema</w:t>
            </w:r>
            <w:r w:rsidR="002268CD">
              <w:rPr>
                <w:rFonts w:ascii="Trebuchet MS" w:hAnsi="Trebuchet MS"/>
                <w:sz w:val="22"/>
                <w:szCs w:val="22"/>
              </w:rPr>
              <w:t xml:space="preserve"> nicht wieder aufgetreten, erledigt</w:t>
            </w:r>
            <w:r w:rsidR="002A0B5F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0B2354E2" w14:textId="77777777" w:rsidR="002268CD" w:rsidRDefault="009D79D6" w:rsidP="00506873">
            <w:pPr>
              <w:numPr>
                <w:ilvl w:val="0"/>
                <w:numId w:val="46"/>
              </w:num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Thema</w:t>
            </w:r>
            <w:r w:rsidR="002268CD">
              <w:rPr>
                <w:rFonts w:ascii="Trebuchet MS" w:hAnsi="Trebuchet MS"/>
                <w:sz w:val="22"/>
                <w:szCs w:val="22"/>
              </w:rPr>
              <w:t xml:space="preserve"> wird ins Risikomanagement übernommen</w:t>
            </w:r>
            <w:r w:rsidR="002A0B5F">
              <w:rPr>
                <w:rFonts w:ascii="Trebuchet MS" w:hAnsi="Trebuchet MS"/>
                <w:sz w:val="22"/>
                <w:szCs w:val="22"/>
              </w:rPr>
              <w:t>.</w:t>
            </w:r>
          </w:p>
          <w:p w14:paraId="54D011BD" w14:textId="27901F35" w:rsidR="001D00B5" w:rsidRDefault="001D00B5" w:rsidP="00506873">
            <w:pPr>
              <w:numPr>
                <w:ilvl w:val="0"/>
                <w:numId w:val="46"/>
              </w:num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1D00B5">
              <w:rPr>
                <w:rFonts w:ascii="Trebuchet MS" w:hAnsi="Trebuchet MS"/>
                <w:sz w:val="22"/>
                <w:szCs w:val="22"/>
              </w:rPr>
              <w:t>Bei Beschwerde: ggf. Rückmeldung an Patienten erfolgt.</w:t>
            </w:r>
          </w:p>
        </w:tc>
      </w:tr>
    </w:tbl>
    <w:p w14:paraId="10C85B04" w14:textId="77777777" w:rsidR="00AD6CC9" w:rsidRPr="00AD6CC9" w:rsidRDefault="00AD6CC9" w:rsidP="009D79D6">
      <w:pPr>
        <w:spacing w:before="60" w:after="60"/>
        <w:rPr>
          <w:rFonts w:ascii="Trebuchet MS" w:hAnsi="Trebuchet MS"/>
          <w:sz w:val="22"/>
          <w:szCs w:val="22"/>
        </w:rPr>
      </w:pPr>
    </w:p>
    <w:sectPr w:rsidR="00AD6CC9" w:rsidRPr="00AD6CC9" w:rsidSect="001A42A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58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FB88" w14:textId="77777777" w:rsidR="008263CC" w:rsidRDefault="008263CC">
      <w:r>
        <w:separator/>
      </w:r>
    </w:p>
  </w:endnote>
  <w:endnote w:type="continuationSeparator" w:id="0">
    <w:p w14:paraId="5FA056DA" w14:textId="77777777" w:rsidR="008263CC" w:rsidRDefault="0082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5735" w14:textId="77777777" w:rsidR="002C1AD9" w:rsidRPr="0011272B" w:rsidRDefault="001713B8" w:rsidP="002C1AD9">
    <w:pPr>
      <w:pStyle w:val="Fuzeile"/>
      <w:tabs>
        <w:tab w:val="clear" w:pos="4593"/>
        <w:tab w:val="clear" w:pos="9185"/>
        <w:tab w:val="left" w:pos="142"/>
        <w:tab w:val="left" w:pos="1440"/>
        <w:tab w:val="left" w:pos="3119"/>
        <w:tab w:val="right" w:pos="9184"/>
      </w:tabs>
      <w:rPr>
        <w:rFonts w:ascii="Trebuchet MS" w:hAnsi="Trebuchet MS"/>
        <w:noProof/>
        <w:color w:val="008080"/>
      </w:rPr>
    </w:pPr>
    <w:r w:rsidRPr="0011272B">
      <w:rPr>
        <w:rFonts w:ascii="Trebuchet MS" w:hAnsi="Trebuchet MS"/>
        <w:noProof/>
      </w:rPr>
      <w:drawing>
        <wp:anchor distT="0" distB="0" distL="114300" distR="114300" simplePos="0" relativeHeight="251657216" behindDoc="0" locked="0" layoutInCell="1" allowOverlap="1" wp14:anchorId="0257D9C9" wp14:editId="7F4A9C67">
          <wp:simplePos x="0" y="0"/>
          <wp:positionH relativeFrom="column">
            <wp:posOffset>4419600</wp:posOffset>
          </wp:positionH>
          <wp:positionV relativeFrom="paragraph">
            <wp:posOffset>65405</wp:posOffset>
          </wp:positionV>
          <wp:extent cx="1285875" cy="337185"/>
          <wp:effectExtent l="0" t="0" r="0" b="0"/>
          <wp:wrapNone/>
          <wp:docPr id="16" name="Bild 16" descr="mojavemed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mojavemed_kle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3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AD9" w:rsidRPr="0011272B">
      <w:rPr>
        <w:rFonts w:ascii="Trebuchet MS" w:hAnsi="Trebuchet MS"/>
        <w:noProof/>
        <w:color w:val="008080"/>
      </w:rPr>
      <w:t>Erstellt</w:t>
    </w:r>
    <w:r w:rsidR="002C1AD9">
      <w:rPr>
        <w:rFonts w:ascii="Trebuchet MS" w:hAnsi="Trebuchet MS"/>
        <w:noProof/>
        <w:color w:val="008080"/>
      </w:rPr>
      <w:t xml:space="preserve"> von: </w:t>
    </w:r>
    <w:r w:rsidR="002C1AD9" w:rsidRPr="0011272B">
      <w:rPr>
        <w:rFonts w:ascii="Trebuchet MS" w:hAnsi="Trebuchet MS"/>
        <w:noProof/>
        <w:color w:val="008080"/>
      </w:rPr>
      <w:t>Name + Datum</w:t>
    </w:r>
    <w:r w:rsidR="002C1AD9">
      <w:rPr>
        <w:rFonts w:ascii="Trebuchet MS" w:hAnsi="Trebuchet MS"/>
        <w:noProof/>
        <w:color w:val="008080"/>
      </w:rPr>
      <w:tab/>
      <w:t xml:space="preserve">Freigegeben von: </w:t>
    </w:r>
    <w:r w:rsidR="002C1AD9" w:rsidRPr="0011272B">
      <w:rPr>
        <w:rFonts w:ascii="Trebuchet MS" w:hAnsi="Trebuchet MS"/>
        <w:noProof/>
        <w:color w:val="008080"/>
      </w:rPr>
      <w:t>Name + Datum</w:t>
    </w:r>
  </w:p>
  <w:p w14:paraId="08895889" w14:textId="77777777" w:rsidR="00CA48F3" w:rsidRPr="002C1AD9" w:rsidRDefault="001713B8" w:rsidP="002C1AD9">
    <w:pPr>
      <w:pStyle w:val="Fuzeile"/>
      <w:tabs>
        <w:tab w:val="left" w:pos="855"/>
      </w:tabs>
      <w:rPr>
        <w:rFonts w:ascii="Trebuchet MS" w:hAnsi="Trebuchet MS"/>
        <w:noProof/>
        <w:color w:val="008080"/>
      </w:rPr>
    </w:pPr>
    <w:r w:rsidRPr="0011272B">
      <w:rPr>
        <w:rFonts w:ascii="Trebuchet MS" w:hAnsi="Trebuchet MS"/>
        <w:noProof/>
      </w:rPr>
      <w:drawing>
        <wp:anchor distT="0" distB="0" distL="114300" distR="114300" simplePos="0" relativeHeight="251658240" behindDoc="0" locked="0" layoutInCell="1" allowOverlap="1" wp14:anchorId="6C5F17F3" wp14:editId="1726B1DA">
          <wp:simplePos x="0" y="0"/>
          <wp:positionH relativeFrom="column">
            <wp:posOffset>5715000</wp:posOffset>
          </wp:positionH>
          <wp:positionV relativeFrom="paragraph">
            <wp:posOffset>25400</wp:posOffset>
          </wp:positionV>
          <wp:extent cx="228600" cy="203200"/>
          <wp:effectExtent l="0" t="0" r="0" b="0"/>
          <wp:wrapNone/>
          <wp:docPr id="17" name="Bild 17" descr="copyr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opyrigh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AD9">
      <w:rPr>
        <w:rFonts w:ascii="Trebuchet MS" w:hAnsi="Trebuchet MS"/>
        <w:noProof/>
        <w:color w:val="008080"/>
      </w:rPr>
      <w:t>Geändert von: Name + Datum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F0635" w14:textId="77777777" w:rsidR="00CA48F3" w:rsidRDefault="00CA48F3">
    <w:pPr>
      <w:pStyle w:val="Fuzeile"/>
    </w:pPr>
    <w:r>
      <w:t>Dateiname und -pfad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77BE" w14:textId="77777777" w:rsidR="008263CC" w:rsidRDefault="008263CC">
      <w:r>
        <w:separator/>
      </w:r>
    </w:p>
  </w:footnote>
  <w:footnote w:type="continuationSeparator" w:id="0">
    <w:p w14:paraId="472B717E" w14:textId="77777777" w:rsidR="008263CC" w:rsidRDefault="00826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35"/>
      <w:gridCol w:w="4028"/>
      <w:gridCol w:w="1176"/>
      <w:gridCol w:w="1282"/>
    </w:tblGrid>
    <w:tr w:rsidR="00CA48F3" w:rsidRPr="0011272B" w14:paraId="1868BC2E" w14:textId="77777777" w:rsidTr="00DB1115">
      <w:trPr>
        <w:trHeight w:val="440"/>
        <w:jc w:val="center"/>
      </w:trPr>
      <w:tc>
        <w:tcPr>
          <w:tcW w:w="2735" w:type="dxa"/>
          <w:vMerge w:val="restart"/>
          <w:vAlign w:val="center"/>
        </w:tcPr>
        <w:p w14:paraId="699A0F0E" w14:textId="097F77C9" w:rsidR="000802C6" w:rsidRDefault="000802C6" w:rsidP="003E0817">
          <w:pPr>
            <w:jc w:val="center"/>
            <w:rPr>
              <w:rFonts w:ascii="Trebuchet MS" w:hAnsi="Trebuchet MS"/>
              <w:sz w:val="22"/>
              <w:szCs w:val="22"/>
            </w:rPr>
          </w:pPr>
        </w:p>
        <w:p w14:paraId="56407ECD" w14:textId="77777777" w:rsidR="00CA48F3" w:rsidRPr="000802C6" w:rsidRDefault="00CA48F3" w:rsidP="000802C6">
          <w:pPr>
            <w:spacing w:before="120" w:line="220" w:lineRule="exact"/>
            <w:jc w:val="center"/>
            <w:rPr>
              <w:rFonts w:ascii="Trebuchet MS" w:hAnsi="Trebuchet MS"/>
              <w:sz w:val="22"/>
              <w:szCs w:val="22"/>
            </w:rPr>
          </w:pPr>
        </w:p>
      </w:tc>
      <w:tc>
        <w:tcPr>
          <w:tcW w:w="4028" w:type="dxa"/>
          <w:vMerge w:val="restart"/>
          <w:vAlign w:val="center"/>
        </w:tcPr>
        <w:p w14:paraId="034D5BD6" w14:textId="77777777" w:rsidR="00CA48F3" w:rsidRPr="00FA4D28" w:rsidRDefault="00CA48F3" w:rsidP="00FA4D28">
          <w:pPr>
            <w:pStyle w:val="Kopfzeile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QM</w:t>
          </w:r>
        </w:p>
        <w:p w14:paraId="49C8E0A8" w14:textId="77777777" w:rsidR="00CA48F3" w:rsidRPr="00DB1115" w:rsidRDefault="00CA48F3" w:rsidP="004F3B18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QM-</w:t>
          </w:r>
          <w:r w:rsidR="00744976">
            <w:rPr>
              <w:rFonts w:ascii="Trebuchet MS" w:hAnsi="Trebuchet MS"/>
              <w:sz w:val="22"/>
              <w:szCs w:val="22"/>
            </w:rPr>
            <w:t>Instrumente</w:t>
          </w:r>
        </w:p>
        <w:p w14:paraId="3A5F648D" w14:textId="2035350C" w:rsidR="00CA48F3" w:rsidRPr="00DB1115" w:rsidRDefault="002268CD" w:rsidP="000F2D7A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Fehler</w:t>
          </w:r>
          <w:r w:rsidR="009D79D6">
            <w:rPr>
              <w:rFonts w:ascii="Trebuchet MS" w:hAnsi="Trebuchet MS"/>
              <w:b/>
              <w:sz w:val="22"/>
              <w:szCs w:val="22"/>
            </w:rPr>
            <w:t>- und Beschwerde</w:t>
          </w:r>
          <w:r w:rsidR="004116EF">
            <w:rPr>
              <w:rFonts w:ascii="Trebuchet MS" w:hAnsi="Trebuchet MS"/>
              <w:b/>
              <w:sz w:val="22"/>
              <w:szCs w:val="22"/>
            </w:rPr>
            <w:t>meldung</w:t>
          </w:r>
        </w:p>
      </w:tc>
      <w:tc>
        <w:tcPr>
          <w:tcW w:w="1176" w:type="dxa"/>
          <w:vAlign w:val="center"/>
        </w:tcPr>
        <w:p w14:paraId="78A145B1" w14:textId="77777777" w:rsidR="00CA48F3" w:rsidRPr="00DB1115" w:rsidRDefault="00CA48F3" w:rsidP="004F3B18">
          <w:pPr>
            <w:tabs>
              <w:tab w:val="left" w:pos="511"/>
            </w:tabs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 xml:space="preserve">Version </w:t>
          </w:r>
          <w:r w:rsidRPr="00DB1115">
            <w:rPr>
              <w:rFonts w:ascii="Trebuchet MS" w:hAnsi="Trebuchet MS"/>
              <w:sz w:val="22"/>
              <w:szCs w:val="22"/>
            </w:rPr>
            <w:t>1</w:t>
          </w:r>
        </w:p>
      </w:tc>
      <w:tc>
        <w:tcPr>
          <w:tcW w:w="1282" w:type="dxa"/>
          <w:vAlign w:val="center"/>
        </w:tcPr>
        <w:p w14:paraId="5DFB9AA6" w14:textId="09398E60" w:rsidR="00CA48F3" w:rsidRPr="00DB1115" w:rsidRDefault="00CA48F3" w:rsidP="004F3B18">
          <w:pPr>
            <w:rPr>
              <w:rFonts w:ascii="Trebuchet MS" w:hAnsi="Trebuchet MS"/>
              <w:snapToGrid w:val="0"/>
              <w:sz w:val="22"/>
              <w:szCs w:val="22"/>
            </w:rPr>
          </w:pPr>
          <w:r w:rsidRPr="00DB1115">
            <w:rPr>
              <w:rFonts w:ascii="Trebuchet MS" w:hAnsi="Trebuchet MS"/>
              <w:snapToGrid w:val="0"/>
              <w:sz w:val="22"/>
              <w:szCs w:val="22"/>
            </w:rPr>
            <w:t xml:space="preserve">Seite 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PAGE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2C1AD9">
            <w:rPr>
              <w:rFonts w:ascii="Trebuchet MS" w:hAnsi="Trebuchet MS"/>
              <w:noProof/>
              <w:snapToGrid w:val="0"/>
              <w:sz w:val="22"/>
              <w:szCs w:val="22"/>
            </w:rPr>
            <w:t>1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t>/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SECTIONPAGES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3C23C5">
            <w:rPr>
              <w:rFonts w:ascii="Trebuchet MS" w:hAnsi="Trebuchet MS"/>
              <w:noProof/>
              <w:snapToGrid w:val="0"/>
              <w:sz w:val="22"/>
              <w:szCs w:val="22"/>
            </w:rPr>
            <w:t>1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</w:p>
      </w:tc>
    </w:tr>
    <w:tr w:rsidR="00CA48F3" w:rsidRPr="0011272B" w14:paraId="449FC4DF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0507FD71" w14:textId="77777777" w:rsidR="00CA48F3" w:rsidRPr="0011272B" w:rsidRDefault="00CA48F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1E928B87" w14:textId="77777777" w:rsidR="00CA48F3" w:rsidRPr="00DB1115" w:rsidRDefault="00CA48F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76FF8BB6" w14:textId="48BE7E65" w:rsidR="00CA48F3" w:rsidRPr="00DB1115" w:rsidRDefault="00CA48F3" w:rsidP="00412844">
          <w:pPr>
            <w:tabs>
              <w:tab w:val="left" w:pos="504"/>
            </w:tabs>
            <w:jc w:val="center"/>
            <w:rPr>
              <w:rFonts w:ascii="Trebuchet MS" w:hAnsi="Trebuchet MS"/>
              <w:b/>
              <w:snapToGrid w:val="0"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6</w:t>
          </w:r>
          <w:r w:rsidR="00434B3D">
            <w:rPr>
              <w:rFonts w:ascii="Trebuchet MS" w:hAnsi="Trebuchet MS"/>
              <w:b/>
              <w:sz w:val="22"/>
              <w:szCs w:val="22"/>
            </w:rPr>
            <w:t>B</w:t>
          </w:r>
          <w:r w:rsidRPr="00DB1115">
            <w:rPr>
              <w:rFonts w:ascii="Trebuchet MS" w:hAnsi="Trebuchet MS"/>
              <w:b/>
              <w:sz w:val="22"/>
              <w:szCs w:val="22"/>
            </w:rPr>
            <w:t xml:space="preserve"> </w:t>
          </w:r>
          <w:r>
            <w:rPr>
              <w:rFonts w:ascii="Trebuchet MS" w:hAnsi="Trebuchet MS"/>
              <w:b/>
              <w:sz w:val="22"/>
              <w:szCs w:val="22"/>
            </w:rPr>
            <w:t>FB</w:t>
          </w:r>
          <w:r w:rsidRPr="00DB1115">
            <w:rPr>
              <w:rFonts w:ascii="Trebuchet MS" w:hAnsi="Trebuchet MS"/>
              <w:b/>
              <w:sz w:val="22"/>
              <w:szCs w:val="22"/>
            </w:rPr>
            <w:t>-</w:t>
          </w:r>
          <w:r w:rsidR="002268CD">
            <w:rPr>
              <w:rFonts w:ascii="Trebuchet MS" w:hAnsi="Trebuchet MS"/>
              <w:b/>
              <w:sz w:val="22"/>
              <w:szCs w:val="22"/>
            </w:rPr>
            <w:t>xx</w:t>
          </w:r>
        </w:p>
      </w:tc>
    </w:tr>
    <w:tr w:rsidR="00CA48F3" w:rsidRPr="0011272B" w14:paraId="4DEFA8A2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40506D50" w14:textId="77777777" w:rsidR="00CA48F3" w:rsidRPr="0011272B" w:rsidRDefault="00CA48F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687E68C8" w14:textId="77777777" w:rsidR="00CA48F3" w:rsidRPr="00DB1115" w:rsidRDefault="00CA48F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5486AEE0" w14:textId="77777777" w:rsidR="00CA48F3" w:rsidRPr="00DB1115" w:rsidRDefault="00CA48F3" w:rsidP="00F53E5C">
          <w:pPr>
            <w:tabs>
              <w:tab w:val="left" w:pos="504"/>
            </w:tabs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Formblatt</w:t>
          </w:r>
        </w:p>
      </w:tc>
    </w:tr>
  </w:tbl>
  <w:p w14:paraId="7E251FD8" w14:textId="77777777" w:rsidR="00CA48F3" w:rsidRDefault="00CA48F3" w:rsidP="00DD550C">
    <w:pPr>
      <w:pStyle w:val="Kopfzeile"/>
      <w:tabs>
        <w:tab w:val="clear" w:pos="4593"/>
        <w:tab w:val="clear" w:pos="9185"/>
        <w:tab w:val="left" w:pos="5780"/>
      </w:tabs>
    </w:pPr>
  </w:p>
  <w:p w14:paraId="7143AF3B" w14:textId="77777777" w:rsidR="00D25396" w:rsidRDefault="00D25396" w:rsidP="00DD550C">
    <w:pPr>
      <w:pStyle w:val="Kopfzeile"/>
      <w:tabs>
        <w:tab w:val="clear" w:pos="4593"/>
        <w:tab w:val="clear" w:pos="9185"/>
        <w:tab w:val="left" w:pos="57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99" w:type="dxa"/>
      <w:tblLayout w:type="fixed"/>
      <w:tblCellMar>
        <w:top w:w="57" w:type="dxa"/>
        <w:left w:w="56" w:type="dxa"/>
        <w:bottom w:w="57" w:type="dxa"/>
        <w:right w:w="56" w:type="dxa"/>
      </w:tblCellMar>
      <w:tblLook w:val="0000" w:firstRow="0" w:lastRow="0" w:firstColumn="0" w:lastColumn="0" w:noHBand="0" w:noVBand="0"/>
    </w:tblPr>
    <w:tblGrid>
      <w:gridCol w:w="2041"/>
      <w:gridCol w:w="4819"/>
      <w:gridCol w:w="1276"/>
      <w:gridCol w:w="1163"/>
    </w:tblGrid>
    <w:tr w:rsidR="00CA48F3" w14:paraId="48FDA4A2" w14:textId="77777777">
      <w:trPr>
        <w:cantSplit/>
      </w:trPr>
      <w:tc>
        <w:tcPr>
          <w:tcW w:w="2041" w:type="dxa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26348F82" w14:textId="77777777" w:rsidR="00CA48F3" w:rsidRPr="005F698F" w:rsidRDefault="00CA48F3" w:rsidP="00A13BC6">
          <w:pPr>
            <w:jc w:val="center"/>
            <w:rPr>
              <w:sz w:val="20"/>
            </w:rPr>
          </w:pPr>
          <w:r w:rsidRPr="005F698F">
            <w:rPr>
              <w:sz w:val="20"/>
            </w:rPr>
            <w:t>Name der Praxis</w:t>
          </w:r>
        </w:p>
      </w:tc>
      <w:tc>
        <w:tcPr>
          <w:tcW w:w="481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4972455E" w14:textId="77777777" w:rsidR="00CA48F3" w:rsidRPr="005F698F" w:rsidRDefault="00CA48F3" w:rsidP="00A13BC6">
          <w:pPr>
            <w:jc w:val="center"/>
            <w:rPr>
              <w:b/>
              <w:sz w:val="20"/>
            </w:rPr>
          </w:pPr>
          <w:r>
            <w:rPr>
              <w:b/>
              <w:sz w:val="20"/>
            </w:rPr>
            <w:t>Verfahrensanweisung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FDC0A81" w14:textId="77777777" w:rsidR="00CA48F3" w:rsidRPr="005F698F" w:rsidRDefault="00CA48F3" w:rsidP="00A13BC6">
          <w:pPr>
            <w:tabs>
              <w:tab w:val="left" w:pos="511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  <w:lang w:val="en-GB"/>
            </w:rPr>
            <w:t>Check:</w:t>
          </w:r>
          <w:r>
            <w:rPr>
              <w:sz w:val="14"/>
              <w:szCs w:val="14"/>
              <w:lang w:val="en-GB"/>
            </w:rPr>
            <w:tab/>
          </w:r>
          <w:r w:rsidRPr="005F698F">
            <w:rPr>
              <w:sz w:val="14"/>
              <w:szCs w:val="14"/>
            </w:rPr>
            <w:t>(Monat)</w:t>
          </w: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78BCB28" w14:textId="77777777" w:rsidR="00CA48F3" w:rsidRPr="005F698F" w:rsidRDefault="00CA48F3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napToGrid w:val="0"/>
              <w:sz w:val="14"/>
              <w:szCs w:val="14"/>
            </w:rPr>
            <w:t>Seite</w:t>
          </w:r>
          <w:r>
            <w:rPr>
              <w:snapToGrid w:val="0"/>
              <w:sz w:val="14"/>
              <w:szCs w:val="14"/>
            </w:rPr>
            <w:tab/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PAGE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1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>
            <w:rPr>
              <w:snapToGrid w:val="0"/>
              <w:sz w:val="14"/>
              <w:szCs w:val="14"/>
            </w:rPr>
            <w:t>/</w:t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SECTIONPAGES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2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</w:p>
      </w:tc>
    </w:tr>
    <w:tr w:rsidR="00CA48F3" w14:paraId="3B911E65" w14:textId="77777777">
      <w:trPr>
        <w:cantSplit/>
      </w:trPr>
      <w:tc>
        <w:tcPr>
          <w:tcW w:w="204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5A1B24B" w14:textId="77777777" w:rsidR="00CA48F3" w:rsidRDefault="00CA48F3" w:rsidP="00A13BC6">
          <w:pPr>
            <w:jc w:val="center"/>
            <w:rPr>
              <w:b/>
              <w:sz w:val="28"/>
            </w:rPr>
          </w:pPr>
        </w:p>
      </w:tc>
      <w:tc>
        <w:tcPr>
          <w:tcW w:w="4819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741C01C" w14:textId="77777777" w:rsidR="00CA48F3" w:rsidRPr="003C5B9A" w:rsidRDefault="00CA48F3" w:rsidP="00A13BC6">
          <w:pPr>
            <w:jc w:val="center"/>
            <w:rPr>
              <w:b/>
              <w:sz w:val="16"/>
              <w:szCs w:val="16"/>
            </w:rPr>
          </w:pPr>
          <w:r w:rsidRPr="00E314E7">
            <w:rPr>
              <w:b/>
              <w:sz w:val="16"/>
              <w:szCs w:val="16"/>
            </w:rPr>
            <w:t xml:space="preserve">VA S1-02, </w:t>
          </w:r>
          <w:r>
            <w:rPr>
              <w:b/>
              <w:sz w:val="16"/>
              <w:szCs w:val="16"/>
            </w:rPr>
            <w:t>Einstellung neuer Mitarbeiter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073DC58" w14:textId="77777777" w:rsidR="00CA48F3" w:rsidRPr="005F698F" w:rsidRDefault="00CA48F3" w:rsidP="00A13BC6">
          <w:pPr>
            <w:tabs>
              <w:tab w:val="left" w:pos="539"/>
            </w:tabs>
            <w:rPr>
              <w:sz w:val="14"/>
              <w:szCs w:val="14"/>
            </w:rPr>
          </w:pP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7D90491" w14:textId="77777777" w:rsidR="00CA48F3" w:rsidRPr="005F698F" w:rsidRDefault="00CA48F3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</w:rPr>
            <w:t>Version</w:t>
          </w:r>
          <w:r>
            <w:rPr>
              <w:sz w:val="14"/>
              <w:szCs w:val="14"/>
            </w:rPr>
            <w:tab/>
          </w:r>
          <w:r w:rsidRPr="005F698F">
            <w:rPr>
              <w:sz w:val="14"/>
              <w:szCs w:val="14"/>
            </w:rPr>
            <w:t>x</w:t>
          </w:r>
        </w:p>
      </w:tc>
    </w:tr>
  </w:tbl>
  <w:p w14:paraId="4947DBDD" w14:textId="77777777" w:rsidR="00CA48F3" w:rsidRDefault="00CA48F3" w:rsidP="005E6377">
    <w:pPr>
      <w:pStyle w:val="Kopfzeile"/>
    </w:pPr>
  </w:p>
  <w:p w14:paraId="64CA7896" w14:textId="77777777" w:rsidR="00CA48F3" w:rsidRPr="005E6377" w:rsidRDefault="00CA48F3" w:rsidP="005E63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059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0743E"/>
    <w:multiLevelType w:val="hybridMultilevel"/>
    <w:tmpl w:val="77DE1AD2"/>
    <w:lvl w:ilvl="0" w:tplc="FFFFFFFF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E70775"/>
    <w:multiLevelType w:val="hybridMultilevel"/>
    <w:tmpl w:val="8ACC23AE"/>
    <w:name w:val="WW8Num1"/>
    <w:lvl w:ilvl="0" w:tplc="FD183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3747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C217D0D"/>
    <w:multiLevelType w:val="hybridMultilevel"/>
    <w:tmpl w:val="76C043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9239C1"/>
    <w:multiLevelType w:val="hybridMultilevel"/>
    <w:tmpl w:val="2C1C8E1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E0187"/>
    <w:multiLevelType w:val="hybridMultilevel"/>
    <w:tmpl w:val="7720711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02896"/>
    <w:multiLevelType w:val="hybridMultilevel"/>
    <w:tmpl w:val="E33053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5C6BD4"/>
    <w:multiLevelType w:val="singleLevel"/>
    <w:tmpl w:val="69B8582A"/>
    <w:lvl w:ilvl="0">
      <w:numFmt w:val="bullet"/>
      <w:pStyle w:val="AufzhlungPunk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</w:abstractNum>
  <w:abstractNum w:abstractNumId="9" w15:restartNumberingAfterBreak="0">
    <w:nsid w:val="1D8F286C"/>
    <w:multiLevelType w:val="hybridMultilevel"/>
    <w:tmpl w:val="E46C8CD2"/>
    <w:lvl w:ilvl="0" w:tplc="FD183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52BE3"/>
    <w:multiLevelType w:val="hybridMultilevel"/>
    <w:tmpl w:val="CF323E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64179"/>
    <w:multiLevelType w:val="hybridMultilevel"/>
    <w:tmpl w:val="58B0E2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E12472"/>
    <w:multiLevelType w:val="hybridMultilevel"/>
    <w:tmpl w:val="A036CF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503"/>
    <w:multiLevelType w:val="hybridMultilevel"/>
    <w:tmpl w:val="8B526440"/>
    <w:lvl w:ilvl="0" w:tplc="0407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227E70E6"/>
    <w:multiLevelType w:val="hybridMultilevel"/>
    <w:tmpl w:val="F1785120"/>
    <w:lvl w:ilvl="0" w:tplc="DC74C9F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3382F"/>
    <w:multiLevelType w:val="singleLevel"/>
    <w:tmpl w:val="2B88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27384DBB"/>
    <w:multiLevelType w:val="hybridMultilevel"/>
    <w:tmpl w:val="961E8D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DC752F"/>
    <w:multiLevelType w:val="multilevel"/>
    <w:tmpl w:val="C1C639A8"/>
    <w:lvl w:ilvl="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049C4"/>
    <w:multiLevelType w:val="multilevel"/>
    <w:tmpl w:val="F1785120"/>
    <w:lvl w:ilvl="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E3EC7"/>
    <w:multiLevelType w:val="singleLevel"/>
    <w:tmpl w:val="CFEC4D26"/>
    <w:lvl w:ilvl="0">
      <w:start w:val="1"/>
      <w:numFmt w:val="decimal"/>
      <w:pStyle w:val="Nummerierung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18"/>
        <w:szCs w:val="18"/>
      </w:rPr>
    </w:lvl>
  </w:abstractNum>
  <w:abstractNum w:abstractNumId="20" w15:restartNumberingAfterBreak="0">
    <w:nsid w:val="33C121D9"/>
    <w:multiLevelType w:val="singleLevel"/>
    <w:tmpl w:val="FC0CE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3FA3465"/>
    <w:multiLevelType w:val="hybridMultilevel"/>
    <w:tmpl w:val="8982B5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5F6617"/>
    <w:multiLevelType w:val="hybridMultilevel"/>
    <w:tmpl w:val="A874E4EE"/>
    <w:lvl w:ilvl="0" w:tplc="DF92A956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52BDC"/>
    <w:multiLevelType w:val="hybridMultilevel"/>
    <w:tmpl w:val="DEE817C2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4" w15:restartNumberingAfterBreak="0">
    <w:nsid w:val="3A0E5ED3"/>
    <w:multiLevelType w:val="hybridMultilevel"/>
    <w:tmpl w:val="F8EAF126"/>
    <w:lvl w:ilvl="0" w:tplc="DC74C9F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007A72"/>
    <w:multiLevelType w:val="hybridMultilevel"/>
    <w:tmpl w:val="065447F6"/>
    <w:lvl w:ilvl="0" w:tplc="9E5CAE1A">
      <w:numFmt w:val="bullet"/>
      <w:lvlText w:val=""/>
      <w:lvlJc w:val="left"/>
      <w:pPr>
        <w:tabs>
          <w:tab w:val="num" w:pos="2123"/>
        </w:tabs>
        <w:ind w:left="2123" w:hanging="705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6" w15:restartNumberingAfterBreak="0">
    <w:nsid w:val="4BE01C63"/>
    <w:multiLevelType w:val="hybridMultilevel"/>
    <w:tmpl w:val="0B9C9D1E"/>
    <w:lvl w:ilvl="0" w:tplc="FFFFFFFF">
      <w:start w:val="1"/>
      <w:numFmt w:val="bullet"/>
      <w:lvlText w:val="-"/>
      <w:lvlJc w:val="left"/>
      <w:pPr>
        <w:tabs>
          <w:tab w:val="num" w:pos="2190"/>
        </w:tabs>
        <w:ind w:left="219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27" w15:restartNumberingAfterBreak="0">
    <w:nsid w:val="4D7C474F"/>
    <w:multiLevelType w:val="hybridMultilevel"/>
    <w:tmpl w:val="C1C639A8"/>
    <w:lvl w:ilvl="0" w:tplc="DC74C9F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96DD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4557833"/>
    <w:multiLevelType w:val="hybridMultilevel"/>
    <w:tmpl w:val="57BE6FE2"/>
    <w:lvl w:ilvl="0" w:tplc="53EAC0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C56183"/>
    <w:multiLevelType w:val="hybridMultilevel"/>
    <w:tmpl w:val="E9EE0DF2"/>
    <w:lvl w:ilvl="0" w:tplc="FFFFFFFF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814267"/>
    <w:multiLevelType w:val="singleLevel"/>
    <w:tmpl w:val="6E1CA34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</w:abstractNum>
  <w:abstractNum w:abstractNumId="32" w15:restartNumberingAfterBreak="0">
    <w:nsid w:val="5E942F78"/>
    <w:multiLevelType w:val="hybridMultilevel"/>
    <w:tmpl w:val="8AE4DC30"/>
    <w:lvl w:ilvl="0" w:tplc="FD183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E777E"/>
    <w:multiLevelType w:val="hybridMultilevel"/>
    <w:tmpl w:val="D8BE7C0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 w15:restartNumberingAfterBreak="0">
    <w:nsid w:val="6213503D"/>
    <w:multiLevelType w:val="hybridMultilevel"/>
    <w:tmpl w:val="021C6B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B45E6B"/>
    <w:multiLevelType w:val="hybridMultilevel"/>
    <w:tmpl w:val="6900B78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828"/>
      <w:numFmt w:val="decimal"/>
      <w:lvlText w:val="%2"/>
      <w:lvlJc w:val="left"/>
      <w:pPr>
        <w:tabs>
          <w:tab w:val="num" w:pos="1995"/>
        </w:tabs>
        <w:ind w:left="1995" w:hanging="55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2DC4AD5"/>
    <w:multiLevelType w:val="hybridMultilevel"/>
    <w:tmpl w:val="288AA652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637D7DCC"/>
    <w:multiLevelType w:val="hybridMultilevel"/>
    <w:tmpl w:val="C248B594"/>
    <w:lvl w:ilvl="0" w:tplc="D0BEB84C">
      <w:start w:val="1"/>
      <w:numFmt w:val="bullet"/>
      <w:lvlText w:val=""/>
      <w:lvlJc w:val="left"/>
      <w:pPr>
        <w:tabs>
          <w:tab w:val="num" w:pos="360"/>
        </w:tabs>
        <w:ind w:left="227" w:hanging="227"/>
      </w:pPr>
      <w:rPr>
        <w:rFonts w:ascii="Wingdings 2" w:hAnsi="Wingdings 2" w:hint="default"/>
        <w:color w:val="auto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6A7207"/>
    <w:multiLevelType w:val="hybridMultilevel"/>
    <w:tmpl w:val="8D6A87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7210A5"/>
    <w:multiLevelType w:val="hybridMultilevel"/>
    <w:tmpl w:val="8DD6E1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E36EA6"/>
    <w:multiLevelType w:val="hybridMultilevel"/>
    <w:tmpl w:val="5E6CCAC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8814F1"/>
    <w:multiLevelType w:val="hybridMultilevel"/>
    <w:tmpl w:val="0CA4635C"/>
    <w:lvl w:ilvl="0" w:tplc="0407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53708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A0443D1"/>
    <w:multiLevelType w:val="hybridMultilevel"/>
    <w:tmpl w:val="8E666B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137301"/>
    <w:multiLevelType w:val="hybridMultilevel"/>
    <w:tmpl w:val="BD54C1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E0D05F9"/>
    <w:multiLevelType w:val="hybridMultilevel"/>
    <w:tmpl w:val="AE5A67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33"/>
  </w:num>
  <w:num w:numId="5">
    <w:abstractNumId w:val="26"/>
  </w:num>
  <w:num w:numId="6">
    <w:abstractNumId w:val="4"/>
  </w:num>
  <w:num w:numId="7">
    <w:abstractNumId w:val="44"/>
  </w:num>
  <w:num w:numId="8">
    <w:abstractNumId w:val="45"/>
  </w:num>
  <w:num w:numId="9">
    <w:abstractNumId w:val="38"/>
  </w:num>
  <w:num w:numId="10">
    <w:abstractNumId w:val="10"/>
  </w:num>
  <w:num w:numId="11">
    <w:abstractNumId w:val="30"/>
  </w:num>
  <w:num w:numId="12">
    <w:abstractNumId w:val="16"/>
  </w:num>
  <w:num w:numId="13">
    <w:abstractNumId w:val="35"/>
  </w:num>
  <w:num w:numId="14">
    <w:abstractNumId w:val="43"/>
  </w:num>
  <w:num w:numId="15">
    <w:abstractNumId w:val="12"/>
  </w:num>
  <w:num w:numId="16">
    <w:abstractNumId w:val="11"/>
  </w:num>
  <w:num w:numId="17">
    <w:abstractNumId w:val="28"/>
  </w:num>
  <w:num w:numId="18">
    <w:abstractNumId w:val="42"/>
  </w:num>
  <w:num w:numId="19">
    <w:abstractNumId w:val="0"/>
  </w:num>
  <w:num w:numId="20">
    <w:abstractNumId w:val="31"/>
  </w:num>
  <w:num w:numId="21">
    <w:abstractNumId w:val="3"/>
  </w:num>
  <w:num w:numId="22">
    <w:abstractNumId w:val="15"/>
  </w:num>
  <w:num w:numId="23">
    <w:abstractNumId w:val="1"/>
  </w:num>
  <w:num w:numId="24">
    <w:abstractNumId w:val="23"/>
  </w:num>
  <w:num w:numId="25">
    <w:abstractNumId w:val="20"/>
  </w:num>
  <w:num w:numId="26">
    <w:abstractNumId w:val="39"/>
  </w:num>
  <w:num w:numId="27">
    <w:abstractNumId w:val="21"/>
  </w:num>
  <w:num w:numId="28">
    <w:abstractNumId w:val="7"/>
  </w:num>
  <w:num w:numId="29">
    <w:abstractNumId w:val="34"/>
  </w:num>
  <w:num w:numId="30">
    <w:abstractNumId w:val="36"/>
  </w:num>
  <w:num w:numId="31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27"/>
  </w:num>
  <w:num w:numId="34">
    <w:abstractNumId w:val="24"/>
  </w:num>
  <w:num w:numId="35">
    <w:abstractNumId w:val="5"/>
  </w:num>
  <w:num w:numId="36">
    <w:abstractNumId w:val="13"/>
  </w:num>
  <w:num w:numId="37">
    <w:abstractNumId w:val="2"/>
  </w:num>
  <w:num w:numId="38">
    <w:abstractNumId w:val="29"/>
  </w:num>
  <w:num w:numId="39">
    <w:abstractNumId w:val="18"/>
  </w:num>
  <w:num w:numId="40">
    <w:abstractNumId w:val="9"/>
  </w:num>
  <w:num w:numId="41">
    <w:abstractNumId w:val="17"/>
  </w:num>
  <w:num w:numId="42">
    <w:abstractNumId w:val="32"/>
  </w:num>
  <w:num w:numId="43">
    <w:abstractNumId w:val="25"/>
  </w:num>
  <w:num w:numId="44">
    <w:abstractNumId w:val="37"/>
  </w:num>
  <w:num w:numId="45">
    <w:abstractNumId w:val="40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43A"/>
    <w:rsid w:val="0000054E"/>
    <w:rsid w:val="0000179A"/>
    <w:rsid w:val="00001B26"/>
    <w:rsid w:val="00004915"/>
    <w:rsid w:val="00020AA3"/>
    <w:rsid w:val="00021154"/>
    <w:rsid w:val="00026E5C"/>
    <w:rsid w:val="00030D39"/>
    <w:rsid w:val="00034129"/>
    <w:rsid w:val="00064978"/>
    <w:rsid w:val="0006775D"/>
    <w:rsid w:val="000746E4"/>
    <w:rsid w:val="000802C6"/>
    <w:rsid w:val="000844AA"/>
    <w:rsid w:val="00085A09"/>
    <w:rsid w:val="00085B58"/>
    <w:rsid w:val="00087F2C"/>
    <w:rsid w:val="000A083E"/>
    <w:rsid w:val="000A27C1"/>
    <w:rsid w:val="000A5EE7"/>
    <w:rsid w:val="000A67B9"/>
    <w:rsid w:val="000B42B0"/>
    <w:rsid w:val="000B6380"/>
    <w:rsid w:val="000C025F"/>
    <w:rsid w:val="000C0366"/>
    <w:rsid w:val="000C196A"/>
    <w:rsid w:val="000C3107"/>
    <w:rsid w:val="000D0C74"/>
    <w:rsid w:val="000D372E"/>
    <w:rsid w:val="000F2D7A"/>
    <w:rsid w:val="000F7744"/>
    <w:rsid w:val="0011272B"/>
    <w:rsid w:val="00114709"/>
    <w:rsid w:val="00124162"/>
    <w:rsid w:val="00124B34"/>
    <w:rsid w:val="00126C10"/>
    <w:rsid w:val="00134369"/>
    <w:rsid w:val="0013522E"/>
    <w:rsid w:val="00137688"/>
    <w:rsid w:val="00137811"/>
    <w:rsid w:val="001519DC"/>
    <w:rsid w:val="001538D5"/>
    <w:rsid w:val="001562FD"/>
    <w:rsid w:val="0016075D"/>
    <w:rsid w:val="00162BA7"/>
    <w:rsid w:val="0016341D"/>
    <w:rsid w:val="001655FB"/>
    <w:rsid w:val="001679B1"/>
    <w:rsid w:val="001713B8"/>
    <w:rsid w:val="00175A9C"/>
    <w:rsid w:val="00183140"/>
    <w:rsid w:val="00185D51"/>
    <w:rsid w:val="00187911"/>
    <w:rsid w:val="001928FA"/>
    <w:rsid w:val="001A2436"/>
    <w:rsid w:val="001A42A2"/>
    <w:rsid w:val="001A44FA"/>
    <w:rsid w:val="001B251F"/>
    <w:rsid w:val="001B497E"/>
    <w:rsid w:val="001B4C41"/>
    <w:rsid w:val="001B7E4D"/>
    <w:rsid w:val="001C104E"/>
    <w:rsid w:val="001C3685"/>
    <w:rsid w:val="001C377E"/>
    <w:rsid w:val="001C7CEE"/>
    <w:rsid w:val="001D00B5"/>
    <w:rsid w:val="001D337A"/>
    <w:rsid w:val="001D5522"/>
    <w:rsid w:val="001D7394"/>
    <w:rsid w:val="001E3AC8"/>
    <w:rsid w:val="001E4253"/>
    <w:rsid w:val="001E5818"/>
    <w:rsid w:val="001F55DA"/>
    <w:rsid w:val="00203321"/>
    <w:rsid w:val="00205F43"/>
    <w:rsid w:val="00207BD5"/>
    <w:rsid w:val="00213080"/>
    <w:rsid w:val="002149E5"/>
    <w:rsid w:val="002216EB"/>
    <w:rsid w:val="002268CD"/>
    <w:rsid w:val="0022717C"/>
    <w:rsid w:val="002332E2"/>
    <w:rsid w:val="00234FDD"/>
    <w:rsid w:val="00235B79"/>
    <w:rsid w:val="002439B1"/>
    <w:rsid w:val="00254786"/>
    <w:rsid w:val="00255717"/>
    <w:rsid w:val="00257BB0"/>
    <w:rsid w:val="00257D3F"/>
    <w:rsid w:val="00266344"/>
    <w:rsid w:val="0027574E"/>
    <w:rsid w:val="0028064E"/>
    <w:rsid w:val="00291281"/>
    <w:rsid w:val="002913F3"/>
    <w:rsid w:val="00294C4B"/>
    <w:rsid w:val="0029668D"/>
    <w:rsid w:val="002969F5"/>
    <w:rsid w:val="002A0B5F"/>
    <w:rsid w:val="002B6674"/>
    <w:rsid w:val="002C1AD9"/>
    <w:rsid w:val="002D41FD"/>
    <w:rsid w:val="002E6D9B"/>
    <w:rsid w:val="002F687A"/>
    <w:rsid w:val="002F77E8"/>
    <w:rsid w:val="00302165"/>
    <w:rsid w:val="0031311F"/>
    <w:rsid w:val="00321BBB"/>
    <w:rsid w:val="003244CD"/>
    <w:rsid w:val="0032753C"/>
    <w:rsid w:val="0033209E"/>
    <w:rsid w:val="003361AC"/>
    <w:rsid w:val="00337C87"/>
    <w:rsid w:val="00340C66"/>
    <w:rsid w:val="003431FB"/>
    <w:rsid w:val="00345409"/>
    <w:rsid w:val="003518CB"/>
    <w:rsid w:val="0036489E"/>
    <w:rsid w:val="00370983"/>
    <w:rsid w:val="00373771"/>
    <w:rsid w:val="00376C30"/>
    <w:rsid w:val="00395A9B"/>
    <w:rsid w:val="003A2AD3"/>
    <w:rsid w:val="003B1374"/>
    <w:rsid w:val="003B5071"/>
    <w:rsid w:val="003B5391"/>
    <w:rsid w:val="003B643A"/>
    <w:rsid w:val="003B6F2D"/>
    <w:rsid w:val="003C1C07"/>
    <w:rsid w:val="003C23C5"/>
    <w:rsid w:val="003C2CE4"/>
    <w:rsid w:val="003C37FC"/>
    <w:rsid w:val="003C5B9A"/>
    <w:rsid w:val="003D7205"/>
    <w:rsid w:val="003D764B"/>
    <w:rsid w:val="003E0817"/>
    <w:rsid w:val="003E11F7"/>
    <w:rsid w:val="003E6C0E"/>
    <w:rsid w:val="003F1123"/>
    <w:rsid w:val="003F1654"/>
    <w:rsid w:val="003F5512"/>
    <w:rsid w:val="004016FE"/>
    <w:rsid w:val="00406DE0"/>
    <w:rsid w:val="00410BAC"/>
    <w:rsid w:val="004116EF"/>
    <w:rsid w:val="00412844"/>
    <w:rsid w:val="00412B23"/>
    <w:rsid w:val="00412D07"/>
    <w:rsid w:val="00414845"/>
    <w:rsid w:val="00417877"/>
    <w:rsid w:val="00424424"/>
    <w:rsid w:val="00434B3D"/>
    <w:rsid w:val="00442D35"/>
    <w:rsid w:val="004473BA"/>
    <w:rsid w:val="00452402"/>
    <w:rsid w:val="00457C96"/>
    <w:rsid w:val="004667E5"/>
    <w:rsid w:val="0047077E"/>
    <w:rsid w:val="004738DD"/>
    <w:rsid w:val="00474E3F"/>
    <w:rsid w:val="004753FB"/>
    <w:rsid w:val="004807DD"/>
    <w:rsid w:val="004903A9"/>
    <w:rsid w:val="00496443"/>
    <w:rsid w:val="004B0225"/>
    <w:rsid w:val="004B32FA"/>
    <w:rsid w:val="004B627B"/>
    <w:rsid w:val="004C6FA2"/>
    <w:rsid w:val="004C7F06"/>
    <w:rsid w:val="004D0780"/>
    <w:rsid w:val="004D1662"/>
    <w:rsid w:val="004D543E"/>
    <w:rsid w:val="004E1372"/>
    <w:rsid w:val="004F3B18"/>
    <w:rsid w:val="00500383"/>
    <w:rsid w:val="005020F5"/>
    <w:rsid w:val="0050648E"/>
    <w:rsid w:val="00506873"/>
    <w:rsid w:val="00506A59"/>
    <w:rsid w:val="00514A5B"/>
    <w:rsid w:val="00522438"/>
    <w:rsid w:val="0052782D"/>
    <w:rsid w:val="00532B45"/>
    <w:rsid w:val="005536C0"/>
    <w:rsid w:val="00556A81"/>
    <w:rsid w:val="005576E7"/>
    <w:rsid w:val="00557857"/>
    <w:rsid w:val="00561A85"/>
    <w:rsid w:val="005659FC"/>
    <w:rsid w:val="00572E26"/>
    <w:rsid w:val="00575A1A"/>
    <w:rsid w:val="00592530"/>
    <w:rsid w:val="005A06CA"/>
    <w:rsid w:val="005B3E29"/>
    <w:rsid w:val="005C4CDA"/>
    <w:rsid w:val="005D0131"/>
    <w:rsid w:val="005E0B44"/>
    <w:rsid w:val="005E2DC8"/>
    <w:rsid w:val="005E6377"/>
    <w:rsid w:val="00602F23"/>
    <w:rsid w:val="00604845"/>
    <w:rsid w:val="00605A38"/>
    <w:rsid w:val="00605DB4"/>
    <w:rsid w:val="00611DF9"/>
    <w:rsid w:val="00614F7C"/>
    <w:rsid w:val="00615E19"/>
    <w:rsid w:val="00623E70"/>
    <w:rsid w:val="00625303"/>
    <w:rsid w:val="006268F9"/>
    <w:rsid w:val="0062786F"/>
    <w:rsid w:val="0063107F"/>
    <w:rsid w:val="0063514C"/>
    <w:rsid w:val="006424DD"/>
    <w:rsid w:val="006470D6"/>
    <w:rsid w:val="006565AE"/>
    <w:rsid w:val="00663ECA"/>
    <w:rsid w:val="00663F81"/>
    <w:rsid w:val="00673C43"/>
    <w:rsid w:val="00675BA8"/>
    <w:rsid w:val="00685BA3"/>
    <w:rsid w:val="006871E1"/>
    <w:rsid w:val="006A0983"/>
    <w:rsid w:val="006A22D3"/>
    <w:rsid w:val="006B1974"/>
    <w:rsid w:val="006B3DA4"/>
    <w:rsid w:val="006B4022"/>
    <w:rsid w:val="006B5208"/>
    <w:rsid w:val="006C1A45"/>
    <w:rsid w:val="006D5978"/>
    <w:rsid w:val="006D6EF8"/>
    <w:rsid w:val="006D7C50"/>
    <w:rsid w:val="007019C5"/>
    <w:rsid w:val="0071444B"/>
    <w:rsid w:val="0072366E"/>
    <w:rsid w:val="00725522"/>
    <w:rsid w:val="007270F7"/>
    <w:rsid w:val="0073030A"/>
    <w:rsid w:val="007325AE"/>
    <w:rsid w:val="00736712"/>
    <w:rsid w:val="00743396"/>
    <w:rsid w:val="00744976"/>
    <w:rsid w:val="00751921"/>
    <w:rsid w:val="00754AAC"/>
    <w:rsid w:val="00762E68"/>
    <w:rsid w:val="00764FEA"/>
    <w:rsid w:val="00770947"/>
    <w:rsid w:val="00773D18"/>
    <w:rsid w:val="00774A20"/>
    <w:rsid w:val="00784C18"/>
    <w:rsid w:val="0079289B"/>
    <w:rsid w:val="00797E2E"/>
    <w:rsid w:val="007A0655"/>
    <w:rsid w:val="007A5858"/>
    <w:rsid w:val="007B18B8"/>
    <w:rsid w:val="007B2BD1"/>
    <w:rsid w:val="007B3A2D"/>
    <w:rsid w:val="007B4DE3"/>
    <w:rsid w:val="007C2A7F"/>
    <w:rsid w:val="007C503C"/>
    <w:rsid w:val="007E2ECE"/>
    <w:rsid w:val="007E744D"/>
    <w:rsid w:val="007F26DD"/>
    <w:rsid w:val="007F4381"/>
    <w:rsid w:val="00800C4C"/>
    <w:rsid w:val="00801A50"/>
    <w:rsid w:val="00813EE6"/>
    <w:rsid w:val="008237DA"/>
    <w:rsid w:val="00825C20"/>
    <w:rsid w:val="008263CC"/>
    <w:rsid w:val="00831178"/>
    <w:rsid w:val="00831EEF"/>
    <w:rsid w:val="00844D9E"/>
    <w:rsid w:val="00850968"/>
    <w:rsid w:val="00853C8B"/>
    <w:rsid w:val="00855220"/>
    <w:rsid w:val="00855A9B"/>
    <w:rsid w:val="00860AC4"/>
    <w:rsid w:val="00861BB2"/>
    <w:rsid w:val="00864AB5"/>
    <w:rsid w:val="00876D06"/>
    <w:rsid w:val="008814DD"/>
    <w:rsid w:val="00891C1E"/>
    <w:rsid w:val="008A6529"/>
    <w:rsid w:val="008B0A6C"/>
    <w:rsid w:val="008B249A"/>
    <w:rsid w:val="008B6BC9"/>
    <w:rsid w:val="008B7C77"/>
    <w:rsid w:val="008C2116"/>
    <w:rsid w:val="008C60CF"/>
    <w:rsid w:val="008C6326"/>
    <w:rsid w:val="008E007E"/>
    <w:rsid w:val="008F0894"/>
    <w:rsid w:val="0091005A"/>
    <w:rsid w:val="00915C76"/>
    <w:rsid w:val="00922E30"/>
    <w:rsid w:val="00925E9B"/>
    <w:rsid w:val="00933F93"/>
    <w:rsid w:val="00937275"/>
    <w:rsid w:val="009375B5"/>
    <w:rsid w:val="00953609"/>
    <w:rsid w:val="00956C06"/>
    <w:rsid w:val="009668DA"/>
    <w:rsid w:val="00973B58"/>
    <w:rsid w:val="009770DF"/>
    <w:rsid w:val="00990A66"/>
    <w:rsid w:val="00991955"/>
    <w:rsid w:val="009936C5"/>
    <w:rsid w:val="00994635"/>
    <w:rsid w:val="009B2D1F"/>
    <w:rsid w:val="009B654E"/>
    <w:rsid w:val="009C51CF"/>
    <w:rsid w:val="009C7C40"/>
    <w:rsid w:val="009D584C"/>
    <w:rsid w:val="009D7396"/>
    <w:rsid w:val="009D79D6"/>
    <w:rsid w:val="009E76A7"/>
    <w:rsid w:val="009F3829"/>
    <w:rsid w:val="00A07AB2"/>
    <w:rsid w:val="00A13BC6"/>
    <w:rsid w:val="00A201EC"/>
    <w:rsid w:val="00A2172C"/>
    <w:rsid w:val="00A21B9D"/>
    <w:rsid w:val="00A27559"/>
    <w:rsid w:val="00A314A8"/>
    <w:rsid w:val="00A42C3D"/>
    <w:rsid w:val="00A45C56"/>
    <w:rsid w:val="00A50423"/>
    <w:rsid w:val="00A7269D"/>
    <w:rsid w:val="00A727FF"/>
    <w:rsid w:val="00A9205E"/>
    <w:rsid w:val="00AB1DA6"/>
    <w:rsid w:val="00AB1F1F"/>
    <w:rsid w:val="00AC50E3"/>
    <w:rsid w:val="00AC697A"/>
    <w:rsid w:val="00AC6D2F"/>
    <w:rsid w:val="00AC75B0"/>
    <w:rsid w:val="00AD141A"/>
    <w:rsid w:val="00AD2709"/>
    <w:rsid w:val="00AD5C73"/>
    <w:rsid w:val="00AD6CC9"/>
    <w:rsid w:val="00AE67AE"/>
    <w:rsid w:val="00AE71D0"/>
    <w:rsid w:val="00AF3148"/>
    <w:rsid w:val="00AF77FA"/>
    <w:rsid w:val="00AF79DA"/>
    <w:rsid w:val="00B31BB4"/>
    <w:rsid w:val="00B33995"/>
    <w:rsid w:val="00B37A36"/>
    <w:rsid w:val="00B54D18"/>
    <w:rsid w:val="00B7364A"/>
    <w:rsid w:val="00B8031E"/>
    <w:rsid w:val="00B82665"/>
    <w:rsid w:val="00B9768F"/>
    <w:rsid w:val="00BA0270"/>
    <w:rsid w:val="00BA0D3C"/>
    <w:rsid w:val="00BA5FC3"/>
    <w:rsid w:val="00BA63C5"/>
    <w:rsid w:val="00BA6ADA"/>
    <w:rsid w:val="00BB00DE"/>
    <w:rsid w:val="00BB03B6"/>
    <w:rsid w:val="00BB14CE"/>
    <w:rsid w:val="00BB2220"/>
    <w:rsid w:val="00BC2596"/>
    <w:rsid w:val="00BC5470"/>
    <w:rsid w:val="00BD1944"/>
    <w:rsid w:val="00BE05F4"/>
    <w:rsid w:val="00BE09D6"/>
    <w:rsid w:val="00BF1031"/>
    <w:rsid w:val="00C0311E"/>
    <w:rsid w:val="00C17E7C"/>
    <w:rsid w:val="00C2595F"/>
    <w:rsid w:val="00C26CEF"/>
    <w:rsid w:val="00C53B45"/>
    <w:rsid w:val="00C56431"/>
    <w:rsid w:val="00C612EE"/>
    <w:rsid w:val="00C806E1"/>
    <w:rsid w:val="00C84F42"/>
    <w:rsid w:val="00C911F1"/>
    <w:rsid w:val="00C92F04"/>
    <w:rsid w:val="00CA48F3"/>
    <w:rsid w:val="00CB0538"/>
    <w:rsid w:val="00CB3777"/>
    <w:rsid w:val="00CB6DB2"/>
    <w:rsid w:val="00CC61CC"/>
    <w:rsid w:val="00CD07F6"/>
    <w:rsid w:val="00CD2515"/>
    <w:rsid w:val="00CD26D6"/>
    <w:rsid w:val="00CE0408"/>
    <w:rsid w:val="00CE4701"/>
    <w:rsid w:val="00CE794E"/>
    <w:rsid w:val="00CF475F"/>
    <w:rsid w:val="00CF6858"/>
    <w:rsid w:val="00D0070D"/>
    <w:rsid w:val="00D06E02"/>
    <w:rsid w:val="00D102EE"/>
    <w:rsid w:val="00D12E5C"/>
    <w:rsid w:val="00D25396"/>
    <w:rsid w:val="00D3001C"/>
    <w:rsid w:val="00D333BD"/>
    <w:rsid w:val="00D43DB1"/>
    <w:rsid w:val="00D452DB"/>
    <w:rsid w:val="00D51A39"/>
    <w:rsid w:val="00D521FB"/>
    <w:rsid w:val="00D623B2"/>
    <w:rsid w:val="00D65AF9"/>
    <w:rsid w:val="00D776AF"/>
    <w:rsid w:val="00D83F23"/>
    <w:rsid w:val="00D877B1"/>
    <w:rsid w:val="00D9272B"/>
    <w:rsid w:val="00DA0A4C"/>
    <w:rsid w:val="00DA3630"/>
    <w:rsid w:val="00DA447E"/>
    <w:rsid w:val="00DB0B37"/>
    <w:rsid w:val="00DB1115"/>
    <w:rsid w:val="00DB6524"/>
    <w:rsid w:val="00DB7620"/>
    <w:rsid w:val="00DC3819"/>
    <w:rsid w:val="00DC4DCC"/>
    <w:rsid w:val="00DC6E55"/>
    <w:rsid w:val="00DD1FFB"/>
    <w:rsid w:val="00DD550C"/>
    <w:rsid w:val="00DD77FF"/>
    <w:rsid w:val="00DF5025"/>
    <w:rsid w:val="00E04427"/>
    <w:rsid w:val="00E06B74"/>
    <w:rsid w:val="00E14FBB"/>
    <w:rsid w:val="00E1546B"/>
    <w:rsid w:val="00E156E6"/>
    <w:rsid w:val="00E20C40"/>
    <w:rsid w:val="00E23939"/>
    <w:rsid w:val="00E314E7"/>
    <w:rsid w:val="00E42E11"/>
    <w:rsid w:val="00E44F88"/>
    <w:rsid w:val="00E646E6"/>
    <w:rsid w:val="00E64BAA"/>
    <w:rsid w:val="00E7130D"/>
    <w:rsid w:val="00E71F34"/>
    <w:rsid w:val="00E72FBA"/>
    <w:rsid w:val="00E844CA"/>
    <w:rsid w:val="00E85071"/>
    <w:rsid w:val="00E86B17"/>
    <w:rsid w:val="00E925C1"/>
    <w:rsid w:val="00E936E3"/>
    <w:rsid w:val="00E973F4"/>
    <w:rsid w:val="00EA038E"/>
    <w:rsid w:val="00EA0462"/>
    <w:rsid w:val="00EA1ECD"/>
    <w:rsid w:val="00EA628A"/>
    <w:rsid w:val="00EC78DB"/>
    <w:rsid w:val="00ED5E94"/>
    <w:rsid w:val="00EE4266"/>
    <w:rsid w:val="00EF195A"/>
    <w:rsid w:val="00EF3A0B"/>
    <w:rsid w:val="00EF478A"/>
    <w:rsid w:val="00F0610D"/>
    <w:rsid w:val="00F1470F"/>
    <w:rsid w:val="00F35E9A"/>
    <w:rsid w:val="00F3748E"/>
    <w:rsid w:val="00F37D51"/>
    <w:rsid w:val="00F41AD0"/>
    <w:rsid w:val="00F42001"/>
    <w:rsid w:val="00F53E5C"/>
    <w:rsid w:val="00F54A8C"/>
    <w:rsid w:val="00F60D0A"/>
    <w:rsid w:val="00F71833"/>
    <w:rsid w:val="00F83968"/>
    <w:rsid w:val="00F87311"/>
    <w:rsid w:val="00FA289B"/>
    <w:rsid w:val="00FA4D28"/>
    <w:rsid w:val="00FA5A8C"/>
    <w:rsid w:val="00FA74D8"/>
    <w:rsid w:val="00FB44B0"/>
    <w:rsid w:val="00FB76CA"/>
    <w:rsid w:val="00FC39CD"/>
    <w:rsid w:val="00FC63BF"/>
    <w:rsid w:val="00FD0F73"/>
    <w:rsid w:val="00FD424B"/>
    <w:rsid w:val="00FD7C14"/>
    <w:rsid w:val="00FE0B9B"/>
    <w:rsid w:val="00FE268F"/>
    <w:rsid w:val="00FE2EBD"/>
    <w:rsid w:val="00FE3850"/>
    <w:rsid w:val="00FE55E5"/>
    <w:rsid w:val="00FE56BE"/>
    <w:rsid w:val="00F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C8E9F8"/>
  <w15:chartTrackingRefBased/>
  <w15:docId w15:val="{13277EE7-C3D7-4CDA-9E35-46B2DA677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911F1"/>
    <w:pPr>
      <w:widowControl w:val="0"/>
      <w:spacing w:line="260" w:lineRule="exact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rsid w:val="00C612EE"/>
    <w:pPr>
      <w:keepNext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rsid w:val="00C612EE"/>
    <w:pPr>
      <w:keepNext/>
      <w:outlineLvl w:val="1"/>
    </w:pPr>
    <w:rPr>
      <w:b/>
      <w:sz w:val="20"/>
    </w:rPr>
  </w:style>
  <w:style w:type="paragraph" w:styleId="berschrift3">
    <w:name w:val="heading 3"/>
    <w:basedOn w:val="Standard"/>
    <w:next w:val="Standard"/>
    <w:qFormat/>
    <w:rsid w:val="00C612EE"/>
    <w:pPr>
      <w:keepNext/>
      <w:tabs>
        <w:tab w:val="left" w:pos="360"/>
      </w:tabs>
      <w:ind w:left="357" w:hanging="357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C612EE"/>
    <w:pPr>
      <w:keepNext/>
      <w:tabs>
        <w:tab w:val="left" w:pos="397"/>
      </w:tabs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Punkt">
    <w:name w:val="Aufzählung Punkt"/>
    <w:basedOn w:val="Standard"/>
    <w:link w:val="AufzhlungPunktZchn"/>
    <w:rsid w:val="00F83968"/>
    <w:pPr>
      <w:numPr>
        <w:numId w:val="1"/>
      </w:numPr>
      <w:tabs>
        <w:tab w:val="left" w:pos="227"/>
      </w:tabs>
    </w:pPr>
    <w:rPr>
      <w:szCs w:val="18"/>
    </w:rPr>
  </w:style>
  <w:style w:type="paragraph" w:styleId="Funotentext">
    <w:name w:val="footnote text"/>
    <w:basedOn w:val="Standard"/>
    <w:rsid w:val="003B1374"/>
    <w:rPr>
      <w:sz w:val="16"/>
    </w:rPr>
  </w:style>
  <w:style w:type="character" w:styleId="Funotenzeichen">
    <w:name w:val="footnote reference"/>
    <w:basedOn w:val="Absatz-Standardschriftart"/>
    <w:semiHidden/>
    <w:rPr>
      <w:rFonts w:ascii="Arial" w:hAnsi="Arial"/>
      <w:vertAlign w:val="superscript"/>
    </w:rPr>
  </w:style>
  <w:style w:type="paragraph" w:styleId="Fuzeile">
    <w:name w:val="footer"/>
    <w:basedOn w:val="Standard"/>
    <w:pPr>
      <w:tabs>
        <w:tab w:val="center" w:pos="4593"/>
        <w:tab w:val="right" w:pos="9185"/>
      </w:tabs>
    </w:pPr>
  </w:style>
  <w:style w:type="paragraph" w:styleId="Kopfzeile">
    <w:name w:val="header"/>
    <w:basedOn w:val="Standard"/>
    <w:pPr>
      <w:tabs>
        <w:tab w:val="center" w:pos="4593"/>
        <w:tab w:val="right" w:pos="9185"/>
      </w:tabs>
    </w:pPr>
  </w:style>
  <w:style w:type="paragraph" w:customStyle="1" w:styleId="Nummerierung">
    <w:name w:val="Nummerierung"/>
    <w:basedOn w:val="Standard"/>
    <w:rsid w:val="00E925C1"/>
    <w:pPr>
      <w:numPr>
        <w:numId w:val="2"/>
      </w:numPr>
      <w:spacing w:line="240" w:lineRule="auto"/>
    </w:pPr>
    <w:rPr>
      <w:color w:val="000000"/>
    </w:rPr>
  </w:style>
  <w:style w:type="character" w:styleId="Seitenzahl">
    <w:name w:val="page number"/>
    <w:basedOn w:val="Absatz-Standardschriftart"/>
    <w:rPr>
      <w:rFonts w:ascii="Arial" w:hAnsi="Arial"/>
    </w:rPr>
  </w:style>
  <w:style w:type="paragraph" w:customStyle="1" w:styleId="Tabelle">
    <w:name w:val="Tabelle"/>
    <w:basedOn w:val="Standard"/>
    <w:rsid w:val="00F83968"/>
    <w:pPr>
      <w:widowControl/>
    </w:pPr>
  </w:style>
  <w:style w:type="paragraph" w:customStyle="1" w:styleId="Tabellenkopf">
    <w:name w:val="Tabellenkopf"/>
    <w:basedOn w:val="Standard"/>
    <w:rsid w:val="00BC2596"/>
    <w:rPr>
      <w:b/>
    </w:rPr>
  </w:style>
  <w:style w:type="paragraph" w:styleId="Sprechblasentext">
    <w:name w:val="Balloon Text"/>
    <w:basedOn w:val="Standard"/>
    <w:semiHidden/>
    <w:rsid w:val="003B643A"/>
    <w:rPr>
      <w:rFonts w:ascii="Tahoma" w:hAnsi="Tahoma" w:cs="Tahoma"/>
      <w:sz w:val="16"/>
      <w:szCs w:val="16"/>
    </w:rPr>
  </w:style>
  <w:style w:type="paragraph" w:customStyle="1" w:styleId="Seiteoben">
    <w:name w:val="Seite oben"/>
    <w:basedOn w:val="Standard"/>
    <w:rsid w:val="00410BAC"/>
    <w:pPr>
      <w:tabs>
        <w:tab w:val="left" w:pos="1701"/>
        <w:tab w:val="left" w:pos="6804"/>
        <w:tab w:val="left" w:pos="7371"/>
      </w:tabs>
      <w:spacing w:line="180" w:lineRule="exact"/>
    </w:pPr>
    <w:rPr>
      <w:sz w:val="16"/>
      <w:szCs w:val="18"/>
    </w:rPr>
  </w:style>
  <w:style w:type="paragraph" w:customStyle="1" w:styleId="Ziel">
    <w:name w:val="Ziel"/>
    <w:basedOn w:val="Seiteoben"/>
    <w:rsid w:val="00C911F1"/>
    <w:pPr>
      <w:tabs>
        <w:tab w:val="clear" w:pos="1701"/>
        <w:tab w:val="left" w:pos="851"/>
      </w:tabs>
      <w:spacing w:line="240" w:lineRule="auto"/>
    </w:pPr>
  </w:style>
  <w:style w:type="character" w:customStyle="1" w:styleId="AufzhlungPunktZchn">
    <w:name w:val="Aufzählung Punkt Zchn"/>
    <w:basedOn w:val="Absatz-Standardschriftart"/>
    <w:link w:val="AufzhlungPunkt"/>
    <w:rsid w:val="004C6FA2"/>
    <w:rPr>
      <w:rFonts w:ascii="Arial" w:hAnsi="Arial"/>
      <w:sz w:val="18"/>
      <w:szCs w:val="18"/>
      <w:lang w:val="de-DE" w:eastAsia="de-DE" w:bidi="ar-SA"/>
    </w:rPr>
  </w:style>
  <w:style w:type="table" w:customStyle="1" w:styleId="Tabellengitternetz">
    <w:name w:val="Tabellengitternetz"/>
    <w:basedOn w:val="NormaleTabelle"/>
    <w:rsid w:val="00855A9B"/>
    <w:pPr>
      <w:widowControl w:val="0"/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Punktfrei">
    <w:name w:val="Aufzählung Punkt frei"/>
    <w:basedOn w:val="AufzhlungPunkt"/>
    <w:rsid w:val="003B1374"/>
    <w:pPr>
      <w:spacing w:line="240" w:lineRule="auto"/>
    </w:pPr>
  </w:style>
  <w:style w:type="paragraph" w:customStyle="1" w:styleId="Tabellefrei">
    <w:name w:val="Tabelle frei"/>
    <w:basedOn w:val="Tabelle"/>
    <w:rsid w:val="003B137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QM-Handb&#252;cher\Gyn%20QMH\Dokumentvorlagen\VA-Vorlage%20V2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VA-Vorlage V2.dot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Mojave Med</dc:creator>
  <cp:keywords/>
  <cp:lastModifiedBy>Nikolai Hoffmann</cp:lastModifiedBy>
  <cp:revision>3</cp:revision>
  <cp:lastPrinted>2009-02-26T12:49:00Z</cp:lastPrinted>
  <dcterms:created xsi:type="dcterms:W3CDTF">2021-11-08T12:27:00Z</dcterms:created>
  <dcterms:modified xsi:type="dcterms:W3CDTF">2021-11-12T08:54:00Z</dcterms:modified>
</cp:coreProperties>
</file>